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C20AE6">
        <w:rPr>
          <w:rFonts w:ascii="Arial" w:hAnsi="Arial" w:cs="Arial"/>
          <w:color w:val="000000"/>
          <w:sz w:val="24"/>
          <w:szCs w:val="24"/>
        </w:rPr>
        <w:t>1</w:t>
      </w:r>
      <w:r w:rsidR="004E3049">
        <w:rPr>
          <w:rFonts w:ascii="Arial" w:hAnsi="Arial" w:cs="Arial"/>
          <w:color w:val="000000"/>
          <w:sz w:val="24"/>
          <w:szCs w:val="24"/>
        </w:rPr>
        <w:t>3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20AE6" w:rsidRDefault="001439FE" w:rsidP="004E3049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4E3049" w:rsidRPr="004E3049">
        <w:rPr>
          <w:rFonts w:ascii="Arial" w:hAnsi="Arial" w:cs="Arial"/>
          <w:color w:val="000000"/>
          <w:sz w:val="24"/>
          <w:szCs w:val="24"/>
        </w:rPr>
        <w:t>Modernizacja kompleksu sportowego „Moje Boisko – Orlik 2012” w miejscowości Gołąb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  <w:r w:rsidR="00C20AE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20AE6" w:rsidRDefault="00EF21DE" w:rsidP="00C20AE6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563C1" w:themeColor="hyperlink"/>
          <w:sz w:val="24"/>
          <w:szCs w:val="24"/>
          <w:u w:val="single"/>
        </w:rPr>
      </w:pPr>
      <w:hyperlink r:id="rId8" w:history="1">
        <w:r w:rsidRPr="00FC1986">
          <w:rPr>
            <w:rStyle w:val="Hipercze"/>
            <w:rFonts w:ascii="Arial" w:hAnsi="Arial" w:cs="Arial"/>
            <w:sz w:val="24"/>
            <w:szCs w:val="24"/>
          </w:rPr>
          <w:t>https://ezamowi</w:t>
        </w:r>
        <w:r w:rsidRPr="00FC1986">
          <w:rPr>
            <w:rStyle w:val="Hipercze"/>
            <w:rFonts w:ascii="Arial" w:hAnsi="Arial" w:cs="Arial"/>
            <w:sz w:val="24"/>
            <w:szCs w:val="24"/>
          </w:rPr>
          <w:t>e</w:t>
        </w:r>
        <w:r w:rsidRPr="00FC1986">
          <w:rPr>
            <w:rStyle w:val="Hipercze"/>
            <w:rFonts w:ascii="Arial" w:hAnsi="Arial" w:cs="Arial"/>
            <w:sz w:val="24"/>
            <w:szCs w:val="24"/>
          </w:rPr>
          <w:t>nia.gov.pl/mp-client/search/list/ocds-148610-8e23f6e1-4647-4037-a366-c5fb38c6133d</w:t>
        </w:r>
      </w:hyperlink>
      <w:r>
        <w:rPr>
          <w:rStyle w:val="Hipercze"/>
          <w:rFonts w:ascii="Arial" w:hAnsi="Arial" w:cs="Arial"/>
          <w:sz w:val="24"/>
          <w:szCs w:val="24"/>
        </w:rPr>
        <w:t xml:space="preserve"> 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bookmarkStart w:id="0" w:name="_GoBack"/>
      <w:r w:rsidRPr="004E13C0">
        <w:rPr>
          <w:rFonts w:ascii="Arial" w:hAnsi="Arial" w:cs="Arial"/>
          <w:sz w:val="24"/>
          <w:szCs w:val="24"/>
        </w:rPr>
        <w:t>WÓJT GMINY PUŁAWY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/-/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mgr Kamil Lewandowski</w:t>
      </w:r>
    </w:p>
    <w:bookmarkEnd w:id="0"/>
    <w:p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sectPr w:rsidR="00300E2A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2C2" w:rsidRDefault="006322C2">
      <w:pPr>
        <w:spacing w:after="0"/>
      </w:pPr>
      <w:r>
        <w:separator/>
      </w:r>
    </w:p>
  </w:endnote>
  <w:endnote w:type="continuationSeparator" w:id="0">
    <w:p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9712D"/>
    <w:rsid w:val="000D63F0"/>
    <w:rsid w:val="000D6AEB"/>
    <w:rsid w:val="000E12D0"/>
    <w:rsid w:val="001439FE"/>
    <w:rsid w:val="001624B9"/>
    <w:rsid w:val="001B4DEA"/>
    <w:rsid w:val="001F55BA"/>
    <w:rsid w:val="002A0A8B"/>
    <w:rsid w:val="002A3E83"/>
    <w:rsid w:val="002D0386"/>
    <w:rsid w:val="00300E2A"/>
    <w:rsid w:val="00364840"/>
    <w:rsid w:val="00380070"/>
    <w:rsid w:val="003957B5"/>
    <w:rsid w:val="003B4907"/>
    <w:rsid w:val="003C4769"/>
    <w:rsid w:val="00417736"/>
    <w:rsid w:val="004E13C0"/>
    <w:rsid w:val="004E3049"/>
    <w:rsid w:val="00533C0B"/>
    <w:rsid w:val="00551271"/>
    <w:rsid w:val="005547EA"/>
    <w:rsid w:val="005A0A62"/>
    <w:rsid w:val="005F17D1"/>
    <w:rsid w:val="006322C2"/>
    <w:rsid w:val="006402BD"/>
    <w:rsid w:val="00671C13"/>
    <w:rsid w:val="0070339A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20AE6"/>
    <w:rsid w:val="00CF3B2E"/>
    <w:rsid w:val="00D42A67"/>
    <w:rsid w:val="00D43F9F"/>
    <w:rsid w:val="00ED032A"/>
    <w:rsid w:val="00ED1C96"/>
    <w:rsid w:val="00EF21DE"/>
    <w:rsid w:val="00F45DCD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8e23f6e1-4647-4037-a366-c5fb38c6133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12F89-FBCD-4516-86E4-7E7403A0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E36A5105</Template>
  <TotalTime>0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Anna Kasprzak</cp:lastModifiedBy>
  <cp:revision>2</cp:revision>
  <cp:lastPrinted>2025-08-25T08:50:00Z</cp:lastPrinted>
  <dcterms:created xsi:type="dcterms:W3CDTF">2025-08-25T08:51:00Z</dcterms:created>
  <dcterms:modified xsi:type="dcterms:W3CDTF">2025-08-25T08:51:00Z</dcterms:modified>
</cp:coreProperties>
</file>